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E5" w:rsidRDefault="005745E5" w:rsidP="00012C0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ru-RU"/>
        </w:rPr>
      </w:pPr>
      <w:r>
        <w:rPr>
          <w:rFonts w:ascii="Times New Roman" w:hAnsi="Times New Roman"/>
          <w:b/>
          <w:sz w:val="30"/>
          <w:szCs w:val="30"/>
          <w:lang w:eastAsia="ru-RU"/>
        </w:rPr>
        <w:t xml:space="preserve">«Безопасность детей – наша главная задача!» </w:t>
      </w:r>
    </w:p>
    <w:p w:rsidR="005745E5" w:rsidRDefault="005745E5" w:rsidP="00012C03">
      <w:pPr>
        <w:spacing w:after="0" w:line="240" w:lineRule="auto"/>
        <w:ind w:firstLine="709"/>
        <w:jc w:val="both"/>
        <w:rPr>
          <w:rFonts w:ascii="Times New Roman" w:hAnsi="Times New Roman"/>
          <w:color w:val="0000FF"/>
          <w:sz w:val="30"/>
          <w:szCs w:val="30"/>
          <w:lang w:eastAsia="ru-RU"/>
        </w:rPr>
      </w:pP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Родители должны обеспечивать права и законные интересы ребенка, в том числе и безопасные условия его жизни. 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К сожалению, на территории Полоцкого региона в прошлом году, и даже уже в текущем, имели место факты травмирования несовершеннолетних, вследствие чего они были госпитализированы в учреждения здравоохранения.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Круглогодично имеется риск травмирования несовершеннолетних в результате ДТП, и об этом необходимо помнить всем участникам дорожного движения. Родители должны постоянно напоминать своим детям о необходимости соблюдения правил дорожного движения, обеспечить их фликером, который при недостаточной видимости становится единственным способом обозначить себя. Родители на собственном примере должны показывать своим детям важность соблюдения ПДД, ведь в большинстве случаев дети получают травмы находясь на дороге без присмотра родителей. 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Так, в мае 2019 года 10-летняя девочка получила травму, когда играя во дворе многоквартирного дома, неожиданно выбежала под проезжавшую мимо машину, в июле – девочка 2009 года рождения без присмотра родителей каталась «якобы» недалеко от своего дома на велосипеде, однако с автомобилем она столкнулась на проезжей части. 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Родителям необходимо приложить максимум усилий, чтобы обезопасить своего ребенка даже дома, ведь маленькие дети как никто подвержены случайному травмированию вследствие своего возраста. 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Например, в прошлом году, из-за недостаточного присмотра родителей, во время игры годовалого ребенка с собакой, она укусила его за голову, а почти двухлетний ребенок, потянув за край скатерти, обернул на себя кружку с кипятком.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Безусловно, подобные ситуации могут произойти с каждым из нас, однако нужно предпринять все возможные меры, чтобы минимизировать вероятность наступления негативных последствий. 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5745E5" w:rsidRDefault="005745E5" w:rsidP="000779C2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</w:p>
    <w:p w:rsidR="005745E5" w:rsidRPr="00012C03" w:rsidRDefault="005745E5" w:rsidP="000779C2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12C03">
        <w:rPr>
          <w:rFonts w:ascii="Times New Roman" w:hAnsi="Times New Roman"/>
          <w:sz w:val="30"/>
          <w:szCs w:val="30"/>
          <w:lang w:eastAsia="ru-RU"/>
        </w:rPr>
        <w:t>Помощник прокурора</w:t>
      </w:r>
    </w:p>
    <w:p w:rsidR="005745E5" w:rsidRPr="00012C03" w:rsidRDefault="005745E5" w:rsidP="000779C2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12C03">
        <w:rPr>
          <w:rFonts w:ascii="Times New Roman" w:hAnsi="Times New Roman"/>
          <w:sz w:val="30"/>
          <w:szCs w:val="30"/>
          <w:lang w:eastAsia="ru-RU"/>
        </w:rPr>
        <w:t xml:space="preserve">Полоцкого района </w:t>
      </w:r>
    </w:p>
    <w:p w:rsidR="005745E5" w:rsidRPr="00012C03" w:rsidRDefault="005745E5" w:rsidP="000779C2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12C03">
        <w:rPr>
          <w:rFonts w:ascii="Times New Roman" w:hAnsi="Times New Roman"/>
          <w:sz w:val="30"/>
          <w:szCs w:val="30"/>
          <w:lang w:eastAsia="ru-RU"/>
        </w:rPr>
        <w:t xml:space="preserve">юрист 3 класса                                                                        Горолевич В.А. </w:t>
      </w: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5745E5" w:rsidRDefault="005745E5" w:rsidP="00F064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5745E5" w:rsidRDefault="005745E5" w:rsidP="00012C03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</w:p>
    <w:sectPr w:rsidR="005745E5" w:rsidSect="00184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922"/>
    <w:rsid w:val="00012C03"/>
    <w:rsid w:val="00021133"/>
    <w:rsid w:val="00041FBF"/>
    <w:rsid w:val="00057B0A"/>
    <w:rsid w:val="000779C2"/>
    <w:rsid w:val="000946B9"/>
    <w:rsid w:val="00094EA5"/>
    <w:rsid w:val="000C0742"/>
    <w:rsid w:val="001204E4"/>
    <w:rsid w:val="001223ED"/>
    <w:rsid w:val="00127C14"/>
    <w:rsid w:val="00155975"/>
    <w:rsid w:val="00184C47"/>
    <w:rsid w:val="001E5148"/>
    <w:rsid w:val="001E5207"/>
    <w:rsid w:val="00210449"/>
    <w:rsid w:val="00226BC2"/>
    <w:rsid w:val="00233FE8"/>
    <w:rsid w:val="00246E0F"/>
    <w:rsid w:val="002B31CF"/>
    <w:rsid w:val="002F4A92"/>
    <w:rsid w:val="00361DA9"/>
    <w:rsid w:val="003651DE"/>
    <w:rsid w:val="003C12C0"/>
    <w:rsid w:val="003D1EBC"/>
    <w:rsid w:val="00404F92"/>
    <w:rsid w:val="004658FC"/>
    <w:rsid w:val="004856BD"/>
    <w:rsid w:val="00501D18"/>
    <w:rsid w:val="005175AF"/>
    <w:rsid w:val="005745E5"/>
    <w:rsid w:val="005C38A2"/>
    <w:rsid w:val="005F444D"/>
    <w:rsid w:val="0061443F"/>
    <w:rsid w:val="00621736"/>
    <w:rsid w:val="006220DD"/>
    <w:rsid w:val="0066349A"/>
    <w:rsid w:val="00684D0B"/>
    <w:rsid w:val="006A7AE3"/>
    <w:rsid w:val="007531AD"/>
    <w:rsid w:val="007A15AE"/>
    <w:rsid w:val="007B4F38"/>
    <w:rsid w:val="007E180E"/>
    <w:rsid w:val="007E4A2D"/>
    <w:rsid w:val="007E5EB4"/>
    <w:rsid w:val="00802794"/>
    <w:rsid w:val="00896E92"/>
    <w:rsid w:val="008C6716"/>
    <w:rsid w:val="008D091F"/>
    <w:rsid w:val="00986CD1"/>
    <w:rsid w:val="009D7C4F"/>
    <w:rsid w:val="00A419CC"/>
    <w:rsid w:val="00A6075C"/>
    <w:rsid w:val="00AD6A3E"/>
    <w:rsid w:val="00B36863"/>
    <w:rsid w:val="00B56714"/>
    <w:rsid w:val="00BA5B44"/>
    <w:rsid w:val="00C10910"/>
    <w:rsid w:val="00CD3C87"/>
    <w:rsid w:val="00CF6F7B"/>
    <w:rsid w:val="00D41C85"/>
    <w:rsid w:val="00D831BB"/>
    <w:rsid w:val="00D85286"/>
    <w:rsid w:val="00DB6680"/>
    <w:rsid w:val="00DF5324"/>
    <w:rsid w:val="00EB156F"/>
    <w:rsid w:val="00F064A1"/>
    <w:rsid w:val="00F10A09"/>
    <w:rsid w:val="00F55991"/>
    <w:rsid w:val="00FF6922"/>
    <w:rsid w:val="00FF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A9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</TotalTime>
  <Pages>1</Pages>
  <Words>292</Words>
  <Characters>1667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Gorolevich</dc:creator>
  <cp:keywords/>
  <dc:description/>
  <cp:lastModifiedBy>pc</cp:lastModifiedBy>
  <cp:revision>28</cp:revision>
  <cp:lastPrinted>2020-03-13T09:07:00Z</cp:lastPrinted>
  <dcterms:created xsi:type="dcterms:W3CDTF">2020-01-17T13:59:00Z</dcterms:created>
  <dcterms:modified xsi:type="dcterms:W3CDTF">2020-03-20T14:51:00Z</dcterms:modified>
</cp:coreProperties>
</file>