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CD4" w:rsidRPr="004A5E49" w:rsidRDefault="005B0CD4" w:rsidP="004A5E49">
      <w:pPr>
        <w:spacing w:after="0" w:line="240" w:lineRule="auto"/>
        <w:ind w:firstLine="708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«Отдыхать, не нарушая покой других»</w:t>
      </w:r>
    </w:p>
    <w:p w:rsidR="005B0CD4" w:rsidRDefault="005B0CD4" w:rsidP="004A5E4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5B0CD4" w:rsidRPr="005944B2" w:rsidRDefault="005B0CD4" w:rsidP="0077589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30"/>
          <w:szCs w:val="30"/>
        </w:rPr>
        <w:tab/>
      </w:r>
      <w:r w:rsidRPr="005944B2">
        <w:rPr>
          <w:sz w:val="28"/>
          <w:szCs w:val="28"/>
        </w:rPr>
        <w:t xml:space="preserve">Зачастую собственники (наниматели) жилых помещений расположенных в многоквартирных жилых домах пренебрегают правилами пользования такими помещениям. Бытует мнение, что устройствами воспроизводящими звук граждане могут пользоваться с 07.00 и до 23.00, при этом, не особо контролируя их слышимость и громкость звучания.  </w:t>
      </w:r>
    </w:p>
    <w:p w:rsidR="005B0CD4" w:rsidRPr="005944B2" w:rsidRDefault="005B0CD4" w:rsidP="0077589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5944B2">
        <w:rPr>
          <w:sz w:val="28"/>
          <w:szCs w:val="28"/>
        </w:rPr>
        <w:tab/>
        <w:t>Поскольку описанные выше случаи не являются редкостью, граждане, проживающие рядом с шумным соседом</w:t>
      </w:r>
      <w:r>
        <w:rPr>
          <w:sz w:val="28"/>
          <w:szCs w:val="28"/>
        </w:rPr>
        <w:t>,</w:t>
      </w:r>
      <w:r w:rsidRPr="005944B2">
        <w:rPr>
          <w:sz w:val="28"/>
          <w:szCs w:val="28"/>
        </w:rPr>
        <w:t xml:space="preserve"> вынуждены обращаться в правоохранительные органы, а также в жилищно-эксплуатационные службы, с целью пресечения действий лица нарушающего покой.</w:t>
      </w:r>
    </w:p>
    <w:p w:rsidR="005B0CD4" w:rsidRPr="005944B2" w:rsidRDefault="005B0CD4" w:rsidP="00775890">
      <w:pPr>
        <w:pStyle w:val="underpoint"/>
        <w:rPr>
          <w:sz w:val="28"/>
          <w:szCs w:val="28"/>
        </w:rPr>
      </w:pPr>
      <w:r w:rsidRPr="005944B2">
        <w:rPr>
          <w:sz w:val="28"/>
          <w:szCs w:val="28"/>
        </w:rPr>
        <w:tab/>
        <w:t>Важно знать, что в соответствии с п.7.10 Правил  пользования жилыми помещениями, содержания жилых и вспомогательных помещений утвержденных Постановлением Совета Министров Республики Беларусь от 21.05.2013 №399 пользоваться телевизорами, радиоприемниками, магнитофонами и другими громкоговорящими устройствами допустимо лишь при условии уменьшения слышимости до степени, не нарушающей покоя других граждан в жилом доме.</w:t>
      </w:r>
    </w:p>
    <w:p w:rsidR="005B0CD4" w:rsidRPr="005944B2" w:rsidRDefault="005B0CD4" w:rsidP="00775890">
      <w:pPr>
        <w:pStyle w:val="newncpi"/>
        <w:rPr>
          <w:sz w:val="28"/>
          <w:szCs w:val="28"/>
        </w:rPr>
      </w:pPr>
      <w:r w:rsidRPr="005944B2">
        <w:rPr>
          <w:sz w:val="28"/>
          <w:szCs w:val="28"/>
        </w:rPr>
        <w:t>С 23.00 до 07.00 часов не должны совершаться действия, создающие вибрацию и шум (в том числе посредством игры на музыкальных инструментах, громкой речи и пения, применения пиротехнических средств, выполнения бытовых (ремонтных) работ, проведения ручных погрузочно-разгрузочных работ, резкого з</w:t>
      </w:r>
      <w:r>
        <w:rPr>
          <w:sz w:val="28"/>
          <w:szCs w:val="28"/>
        </w:rPr>
        <w:t xml:space="preserve">акрытия дверей </w:t>
      </w:r>
      <w:r w:rsidRPr="005944B2">
        <w:rPr>
          <w:sz w:val="28"/>
          <w:szCs w:val="28"/>
        </w:rPr>
        <w:t>и других действий).</w:t>
      </w:r>
    </w:p>
    <w:p w:rsidR="005B0CD4" w:rsidRPr="005944B2" w:rsidRDefault="005B0CD4" w:rsidP="00775890">
      <w:pPr>
        <w:pStyle w:val="newncpi"/>
        <w:rPr>
          <w:sz w:val="28"/>
          <w:szCs w:val="28"/>
        </w:rPr>
      </w:pPr>
      <w:r w:rsidRPr="005944B2">
        <w:rPr>
          <w:sz w:val="28"/>
          <w:szCs w:val="28"/>
        </w:rPr>
        <w:t xml:space="preserve">Из </w:t>
      </w:r>
      <w:r>
        <w:rPr>
          <w:sz w:val="28"/>
          <w:szCs w:val="28"/>
        </w:rPr>
        <w:t>выше</w:t>
      </w:r>
      <w:r w:rsidRPr="005944B2">
        <w:rPr>
          <w:sz w:val="28"/>
          <w:szCs w:val="28"/>
        </w:rPr>
        <w:t xml:space="preserve">изложенного следует, что лица решившие послушать музыку, либо отпраздновать какое-либо событие с воспроизведением громко говорящих устройств, обязаны не допустить своими действиями нарушения покоя других жильцов. При этом не имеет значения, будет это утро, день или вечер. </w:t>
      </w:r>
    </w:p>
    <w:p w:rsidR="005B0CD4" w:rsidRPr="005944B2" w:rsidRDefault="005B0CD4" w:rsidP="0077589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5944B2">
        <w:rPr>
          <w:sz w:val="28"/>
          <w:szCs w:val="28"/>
        </w:rPr>
        <w:tab/>
        <w:t xml:space="preserve">Необходимо отметить, что в случае нарушения гражданами требований указанных выше, возможны наступления последствий в виде привлечения виновного лица к административной ответственности по ч.1 ст.21.16 КоАП Республики Беларусь. </w:t>
      </w:r>
    </w:p>
    <w:p w:rsidR="005B0CD4" w:rsidRPr="005944B2" w:rsidRDefault="005B0CD4" w:rsidP="0077589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5944B2">
        <w:rPr>
          <w:sz w:val="28"/>
          <w:szCs w:val="28"/>
        </w:rPr>
        <w:tab/>
        <w:t>Санкция указанной нормы предусматривает административное взыскание в виде штрафа в размере в размере до тридцати базовых величин, а на юридическое лицо – от тридцати до пятидесяти базовых величин</w:t>
      </w:r>
    </w:p>
    <w:p w:rsidR="005B0CD4" w:rsidRPr="005944B2" w:rsidRDefault="005B0CD4" w:rsidP="00775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4B2">
        <w:rPr>
          <w:rFonts w:ascii="Times New Roman" w:hAnsi="Times New Roman"/>
          <w:sz w:val="28"/>
          <w:szCs w:val="28"/>
        </w:rPr>
        <w:tab/>
        <w:t xml:space="preserve">Таким образом, соблюдение простых правил является основной задачей каждого жильца, выполнение которой позволит установить и сохранить  добрососедские отношения.  </w:t>
      </w:r>
    </w:p>
    <w:p w:rsidR="005B0CD4" w:rsidRDefault="005B0CD4" w:rsidP="00A538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B0CD4" w:rsidRDefault="005B0CD4" w:rsidP="00A538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B0CD4" w:rsidRPr="004A5E49" w:rsidRDefault="005B0CD4" w:rsidP="00A538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A5E49">
        <w:rPr>
          <w:rFonts w:ascii="Times New Roman" w:hAnsi="Times New Roman"/>
          <w:sz w:val="28"/>
          <w:szCs w:val="28"/>
        </w:rPr>
        <w:t>омощник прокурора</w:t>
      </w:r>
    </w:p>
    <w:p w:rsidR="005B0CD4" w:rsidRPr="004A5E49" w:rsidRDefault="005B0CD4" w:rsidP="00A538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5E49">
        <w:rPr>
          <w:rFonts w:ascii="Times New Roman" w:hAnsi="Times New Roman"/>
          <w:sz w:val="28"/>
          <w:szCs w:val="28"/>
        </w:rPr>
        <w:t>Полоцкого района</w:t>
      </w:r>
    </w:p>
    <w:p w:rsidR="005B0CD4" w:rsidRPr="004A5E49" w:rsidRDefault="005B0CD4" w:rsidP="00A538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5E49">
        <w:rPr>
          <w:rFonts w:ascii="Times New Roman" w:hAnsi="Times New Roman"/>
          <w:sz w:val="28"/>
          <w:szCs w:val="28"/>
        </w:rPr>
        <w:t xml:space="preserve">юрист </w:t>
      </w:r>
      <w:r>
        <w:rPr>
          <w:rFonts w:ascii="Times New Roman" w:hAnsi="Times New Roman"/>
          <w:sz w:val="28"/>
          <w:szCs w:val="28"/>
        </w:rPr>
        <w:t>2 класса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А.В</w:t>
      </w:r>
      <w:r w:rsidRPr="004A5E4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Василевич</w:t>
      </w:r>
    </w:p>
    <w:sectPr w:rsidR="005B0CD4" w:rsidRPr="004A5E49" w:rsidSect="00CA5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937"/>
    <w:rsid w:val="000D46A1"/>
    <w:rsid w:val="00322FE8"/>
    <w:rsid w:val="003A288B"/>
    <w:rsid w:val="003C08CC"/>
    <w:rsid w:val="004644D2"/>
    <w:rsid w:val="004729D4"/>
    <w:rsid w:val="004A5E49"/>
    <w:rsid w:val="004D42ED"/>
    <w:rsid w:val="005944B2"/>
    <w:rsid w:val="005B0CD4"/>
    <w:rsid w:val="00603E6F"/>
    <w:rsid w:val="006E3846"/>
    <w:rsid w:val="00775890"/>
    <w:rsid w:val="007F58D1"/>
    <w:rsid w:val="00810867"/>
    <w:rsid w:val="008718BB"/>
    <w:rsid w:val="008A16FF"/>
    <w:rsid w:val="00A44532"/>
    <w:rsid w:val="00A538F8"/>
    <w:rsid w:val="00B10997"/>
    <w:rsid w:val="00B558A1"/>
    <w:rsid w:val="00CA5946"/>
    <w:rsid w:val="00DF012D"/>
    <w:rsid w:val="00E43937"/>
    <w:rsid w:val="00F35C63"/>
    <w:rsid w:val="00FE3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93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A5E49"/>
    <w:pPr>
      <w:ind w:left="720"/>
      <w:contextualSpacing/>
    </w:pPr>
  </w:style>
  <w:style w:type="paragraph" w:styleId="NormalWeb">
    <w:name w:val="Normal (Web)"/>
    <w:basedOn w:val="Normal"/>
    <w:uiPriority w:val="99"/>
    <w:rsid w:val="00A445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Normal"/>
    <w:uiPriority w:val="99"/>
    <w:rsid w:val="000D46A1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Normal"/>
    <w:uiPriority w:val="99"/>
    <w:rsid w:val="000D46A1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17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342</Words>
  <Characters>1956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«Отдыхать, не нарушая покой других»</dc:title>
  <dc:subject/>
  <dc:creator>Uswe</dc:creator>
  <cp:keywords/>
  <dc:description/>
  <cp:lastModifiedBy>pc</cp:lastModifiedBy>
  <cp:revision>6</cp:revision>
  <cp:lastPrinted>2020-03-25T12:18:00Z</cp:lastPrinted>
  <dcterms:created xsi:type="dcterms:W3CDTF">2020-04-29T05:56:00Z</dcterms:created>
  <dcterms:modified xsi:type="dcterms:W3CDTF">2020-04-29T13:34:00Z</dcterms:modified>
</cp:coreProperties>
</file>